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DB" w:rsidRPr="007D78D0" w:rsidRDefault="00EF3160" w:rsidP="00EF3160">
      <w:pPr>
        <w:jc w:val="center"/>
        <w:rPr>
          <w:rFonts w:ascii="Times New Roman" w:hAnsi="Times New Roman" w:cs="Times New Roman"/>
          <w:b/>
          <w:sz w:val="28"/>
        </w:rPr>
      </w:pPr>
      <w:r w:rsidRPr="007D78D0">
        <w:rPr>
          <w:rFonts w:ascii="Times New Roman" w:hAnsi="Times New Roman" w:cs="Times New Roman"/>
          <w:b/>
          <w:sz w:val="28"/>
        </w:rPr>
        <w:t>Description</w:t>
      </w:r>
    </w:p>
    <w:p w:rsidR="00EF3160" w:rsidRDefault="007D78D0" w:rsidP="00815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Data for </w:t>
      </w:r>
      <w:r w:rsidR="00FE1D49">
        <w:rPr>
          <w:rFonts w:ascii="Times New Roman" w:eastAsia="Times New Roman" w:hAnsi="Times New Roman" w:cs="Times New Roman"/>
          <w:sz w:val="24"/>
          <w:szCs w:val="24"/>
          <w:lang w:eastAsia="en-GB"/>
        </w:rPr>
        <w:t>Al-Si-Cu-Fe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FE1D4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alloy 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includes </w:t>
      </w:r>
      <w:r w:rsidR="00EF3160"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XRD patterns</w:t>
      </w:r>
      <w:r w:rsidR="00EF3160" w:rsidRPr="00EF316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EF3160"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phase quantification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, hardness,</w:t>
      </w:r>
      <w:r w:rsidR="00EF3160" w:rsidRPr="00EF316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SEM</w:t>
      </w:r>
      <w:r w:rsidR="00EF3160" w:rsidRPr="00EF316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images</w:t>
      </w:r>
      <w:r w:rsidR="00FE1D4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composition</w:t>
      </w:r>
      <w:r w:rsidR="00FE1D4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phase diagrams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EF3160" w:rsidRPr="00EF316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7D78D0" w:rsidRPr="007D78D0" w:rsidRDefault="007D78D0" w:rsidP="00EF3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D78D0" w:rsidRPr="007D78D0" w:rsidRDefault="007D78D0" w:rsidP="00EF3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D78D0" w:rsidRPr="007D78D0" w:rsidRDefault="007D78D0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</w:pPr>
      <w:proofErr w:type="spellStart"/>
      <w:r w:rsidRPr="007D78D0"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  <w:t>Softwares</w:t>
      </w:r>
      <w:proofErr w:type="spellEnd"/>
    </w:p>
    <w:p w:rsidR="007D78D0" w:rsidRDefault="007D78D0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Origin, </w:t>
      </w:r>
      <w:r w:rsidR="00FE1D4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JPEG, </w:t>
      </w:r>
      <w:proofErr w:type="spellStart"/>
      <w:r w:rsidR="00FE1D49">
        <w:rPr>
          <w:rFonts w:ascii="TimesNewRoman" w:hAnsi="TimesNewRoman" w:cs="TimesNewRoman"/>
          <w:sz w:val="23"/>
          <w:szCs w:val="23"/>
        </w:rPr>
        <w:t>PandaT</w:t>
      </w:r>
      <w:proofErr w:type="spellEnd"/>
      <w:r w:rsidR="00FE1D49">
        <w:rPr>
          <w:rFonts w:ascii="TimesNewRoman" w:hAnsi="TimesNewRoman" w:cs="TimesNewRoman"/>
          <w:sz w:val="23"/>
          <w:szCs w:val="23"/>
        </w:rPr>
        <w:t xml:space="preserve"> software</w:t>
      </w:r>
    </w:p>
    <w:p w:rsidR="007D78D0" w:rsidRPr="007D78D0" w:rsidRDefault="007D78D0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D78D0" w:rsidRPr="007D78D0" w:rsidRDefault="007D78D0" w:rsidP="00EF3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D78D0" w:rsidRPr="007D78D0" w:rsidRDefault="007D78D0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</w:pPr>
      <w:r w:rsidRPr="007D78D0"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  <w:t>Subjects</w:t>
      </w:r>
    </w:p>
    <w:p w:rsidR="008874F1" w:rsidRDefault="00FE1D49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Al-Si-Fe-Cu alloy,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Recycling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of Fe-impure Aluminium Scrap</w:t>
      </w:r>
      <w:r w:rsidR="007D78D0"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Phase transformations</w:t>
      </w:r>
    </w:p>
    <w:p w:rsidR="00FE1D49" w:rsidRDefault="00FE1D49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p w:rsidR="00FE1D49" w:rsidRDefault="00FE1D49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874F1" w:rsidRPr="008874F1" w:rsidRDefault="008874F1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</w:pPr>
      <w:r w:rsidRPr="008874F1"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  <w:t>Sponsorship</w:t>
      </w:r>
    </w:p>
    <w:p w:rsidR="00FE1D49" w:rsidRDefault="00FE1D49" w:rsidP="00FE1D4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Marie</w:t>
      </w:r>
      <w:r>
        <w:rPr>
          <w:rFonts w:ascii="TimesNewRoman" w:hAnsi="TimesNewRoman" w:cs="TimesNewRoman"/>
          <w:sz w:val="23"/>
          <w:szCs w:val="23"/>
        </w:rPr>
        <w:t xml:space="preserve"> </w:t>
      </w:r>
      <w:proofErr w:type="spellStart"/>
      <w:r>
        <w:rPr>
          <w:rFonts w:ascii="TimesNewRoman" w:hAnsi="TimesNewRoman" w:cs="TimesNewRoman"/>
          <w:sz w:val="23"/>
          <w:szCs w:val="23"/>
        </w:rPr>
        <w:t>Sklodowska</w:t>
      </w:r>
      <w:proofErr w:type="spellEnd"/>
      <w:r>
        <w:rPr>
          <w:rFonts w:ascii="TimesNewRoman" w:hAnsi="TimesNewRoman" w:cs="TimesNewRoman"/>
          <w:sz w:val="23"/>
          <w:szCs w:val="23"/>
        </w:rPr>
        <w:t xml:space="preserve"> Curie Individual Fellowship (MSCA-IF-2014), European Commission (EU</w:t>
      </w:r>
    </w:p>
    <w:p w:rsidR="00FE1D49" w:rsidRPr="007D78D0" w:rsidRDefault="00FE1D49" w:rsidP="00FE1D49">
      <w:pPr>
        <w:jc w:val="both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NewRoman" w:hAnsi="TimesNewRoman" w:cs="TimesNewRoman"/>
          <w:sz w:val="23"/>
          <w:szCs w:val="23"/>
        </w:rPr>
        <w:t>project</w:t>
      </w:r>
      <w:proofErr w:type="gramEnd"/>
      <w:r>
        <w:rPr>
          <w:rFonts w:ascii="TimesNewRoman" w:hAnsi="TimesNewRoman" w:cs="TimesNewRoman"/>
          <w:sz w:val="23"/>
          <w:szCs w:val="23"/>
        </w:rPr>
        <w:t xml:space="preserve"> no. 656943).</w:t>
      </w:r>
    </w:p>
    <w:sectPr w:rsidR="00FE1D49" w:rsidRPr="007D7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60"/>
    <w:rsid w:val="006A3DDB"/>
    <w:rsid w:val="007D78D0"/>
    <w:rsid w:val="008158AC"/>
    <w:rsid w:val="008874F1"/>
    <w:rsid w:val="00EF3160"/>
    <w:rsid w:val="00FE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7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40CF13B.dotm</Template>
  <TotalTime>32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BuildUser</dc:creator>
  <cp:lastModifiedBy>BuildUser</cp:lastModifiedBy>
  <cp:revision>6</cp:revision>
  <dcterms:created xsi:type="dcterms:W3CDTF">2017-05-25T08:35:00Z</dcterms:created>
  <dcterms:modified xsi:type="dcterms:W3CDTF">2017-06-07T09:56:00Z</dcterms:modified>
</cp:coreProperties>
</file>