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43"/>
        <w:gridCol w:w="1865"/>
        <w:gridCol w:w="1828"/>
      </w:tblGrid>
      <w:tr w:rsidR="00CE4DBE" w:rsidRPr="00212BDD" w:rsidTr="00860037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B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B</w:t>
            </w:r>
            <w:r w:rsidRPr="00212B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vertAlign w:val="subscript"/>
              </w:rPr>
              <w:t>Normalised</w:t>
            </w:r>
            <w:proofErr w:type="spellEnd"/>
            <w:r w:rsidRPr="00212BD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</w:t>
            </w:r>
            <w:r w:rsidRPr="00212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(10 K)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B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B</w:t>
            </w:r>
            <w:r w:rsidRPr="00212B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vertAlign w:val="subscript"/>
              </w:rPr>
              <w:t>Normalised</w:t>
            </w:r>
            <w:proofErr w:type="spellEnd"/>
            <w:r w:rsidRPr="00212BD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</w:t>
            </w:r>
            <w:r w:rsidRPr="00212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(20 K)</w:t>
            </w:r>
          </w:p>
        </w:tc>
      </w:tr>
      <w:tr w:rsidR="00CE4DBE" w:rsidRPr="00212BDD" w:rsidTr="00860037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b/>
                <w:sz w:val="24"/>
                <w:szCs w:val="24"/>
              </w:rPr>
              <w:t>Un-doped MPIG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sz w:val="24"/>
                <w:szCs w:val="24"/>
              </w:rPr>
              <w:t>-0.0042log(t) + 1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CE4DBE" w:rsidRPr="00212BDD" w:rsidTr="00860037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b/>
                <w:sz w:val="24"/>
                <w:szCs w:val="24"/>
              </w:rPr>
              <w:t>5% B</w:t>
            </w:r>
            <w:r w:rsidRPr="00212BD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212BDD">
              <w:rPr>
                <w:rFonts w:ascii="Times New Roman" w:hAnsi="Times New Roman" w:cs="Times New Roman"/>
                <w:b/>
                <w:sz w:val="24"/>
                <w:szCs w:val="24"/>
              </w:rPr>
              <w:t>C MPIG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sz w:val="24"/>
                <w:szCs w:val="24"/>
              </w:rPr>
              <w:t>-0.00653log(t)+1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sz w:val="24"/>
                <w:szCs w:val="24"/>
              </w:rPr>
              <w:t>-0.0108log(t)+1</w:t>
            </w:r>
          </w:p>
        </w:tc>
      </w:tr>
      <w:tr w:rsidR="00CE4DBE" w:rsidRPr="00212BDD" w:rsidTr="00860037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b/>
                <w:sz w:val="24"/>
                <w:szCs w:val="24"/>
              </w:rPr>
              <w:t>10% B</w:t>
            </w:r>
            <w:r w:rsidRPr="00212BD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212BDD">
              <w:rPr>
                <w:rFonts w:ascii="Times New Roman" w:hAnsi="Times New Roman" w:cs="Times New Roman"/>
                <w:b/>
                <w:sz w:val="24"/>
                <w:szCs w:val="24"/>
              </w:rPr>
              <w:t>C MPIG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sz w:val="24"/>
                <w:szCs w:val="24"/>
              </w:rPr>
              <w:t>-0.0072log(t)+1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sz w:val="24"/>
                <w:szCs w:val="24"/>
              </w:rPr>
              <w:t>-0.012log(t)+1</w:t>
            </w:r>
          </w:p>
        </w:tc>
      </w:tr>
      <w:tr w:rsidR="00CE4DBE" w:rsidRPr="00212BDD" w:rsidTr="00860037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b/>
                <w:sz w:val="24"/>
                <w:szCs w:val="24"/>
              </w:rPr>
              <w:t>Stack-5 (H1)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sz w:val="24"/>
                <w:szCs w:val="24"/>
              </w:rPr>
              <w:t>-0.0087log(t)+1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BE" w:rsidRPr="00212BDD" w:rsidRDefault="00CE4DBE" w:rsidP="00860037">
            <w:pPr>
              <w:keepNext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DD">
              <w:rPr>
                <w:rFonts w:ascii="Times New Roman" w:hAnsi="Times New Roman" w:cs="Times New Roman"/>
                <w:sz w:val="24"/>
                <w:szCs w:val="24"/>
              </w:rPr>
              <w:t>-0.0143log(t)+1</w:t>
            </w:r>
          </w:p>
        </w:tc>
      </w:tr>
    </w:tbl>
    <w:p w:rsidR="000023D8" w:rsidRDefault="00CE4DBE">
      <w:bookmarkStart w:id="0" w:name="_GoBack"/>
      <w:bookmarkEnd w:id="0"/>
    </w:p>
    <w:sectPr w:rsidR="000023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BE"/>
    <w:rsid w:val="009745E5"/>
    <w:rsid w:val="009B0871"/>
    <w:rsid w:val="00CE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CA2AB234.dotm</Template>
  <TotalTime>3</TotalTime>
  <Pages>1</Pages>
  <Words>35</Words>
  <Characters>180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Brunel University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BuildUser</dc:creator>
  <cp:lastModifiedBy>BuildUser</cp:lastModifiedBy>
  <cp:revision>1</cp:revision>
  <dcterms:created xsi:type="dcterms:W3CDTF">2017-09-09T21:37:00Z</dcterms:created>
  <dcterms:modified xsi:type="dcterms:W3CDTF">2017-09-09T21:40:00Z</dcterms:modified>
</cp:coreProperties>
</file>